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C0BBD">
        <w:rPr>
          <w:rFonts w:ascii="Corbel" w:hAnsi="Corbel"/>
          <w:b/>
          <w:smallCaps/>
          <w:sz w:val="24"/>
          <w:szCs w:val="24"/>
        </w:rPr>
        <w:t>2019/2024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AC0BBD">
        <w:rPr>
          <w:rFonts w:ascii="Corbel" w:hAnsi="Corbel"/>
          <w:sz w:val="20"/>
          <w:szCs w:val="20"/>
        </w:rPr>
        <w:t>Rok akademicki   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AC0BB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C0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z dzieckiem ze specjalnymi potrzebami edukacyjnymi w prze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>szkolu i w szkole</w:t>
            </w:r>
          </w:p>
        </w:tc>
      </w:tr>
      <w:tr w:rsidR="0085747A" w:rsidRPr="009C54AE" w:rsidTr="00AC0BB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AC0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B64446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B64446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530D49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156EB1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92DBE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ok V, sem</w:t>
            </w:r>
            <w:r w:rsidR="00156EB1">
              <w:rPr>
                <w:rFonts w:ascii="Corbel" w:hAnsi="Corbel"/>
                <w:b w:val="0"/>
                <w:sz w:val="24"/>
                <w:szCs w:val="24"/>
              </w:rPr>
              <w:t>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9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E09E6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</w:t>
            </w:r>
            <w:r w:rsidR="00156EB1">
              <w:rPr>
                <w:rFonts w:ascii="Corbel" w:hAnsi="Corbel"/>
                <w:b w:val="0"/>
                <w:sz w:val="24"/>
                <w:szCs w:val="24"/>
              </w:rPr>
              <w:t>ziecko lub uczeń ze specjalnymi potrzebami rozwojowymi i ed</w:t>
            </w:r>
            <w:r w:rsidR="00156EB1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156EB1">
              <w:rPr>
                <w:rFonts w:ascii="Corbel" w:hAnsi="Corbel"/>
                <w:b w:val="0"/>
                <w:sz w:val="24"/>
                <w:szCs w:val="24"/>
              </w:rPr>
              <w:t>kacyjnymi w przedszkolu i klasach I-III szkoły podstawowej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92DBE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 Łaba-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C0B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C0B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92D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C0B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56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C0BBD" w:rsidRDefault="00156EB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AC0BB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 ustny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A3998" w:rsidP="007A399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studiowanego przedmiotu: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pedagogiki i psychologii, pedagogiki specjalnej.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2D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Dostarczenie wiedzy na temat organizacji i udzielania pomocy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psychologiczno-pedagogicznej uczniom ze specjalnymi potrzebami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C7229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2D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Zapoznanie z istotą kształcenia, wychowania i terapii uczniów ze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specjalnymi potrz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bami 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2D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Nabycie podstawowych umiejętności planowania i realizowania pracy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edukacyjno-terapeutycznej z uczniem ze specjalnymi potrzebami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 xml:space="preserve">edukacyjnymi. 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2D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Kształtowanie umiejętności dostosowywania wymagań edukacyjnych w pracy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z uczniem ze specjalnymi potrzebami 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2D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Uświadomienie konieczności profesjonalnego wdrażania oddziaływań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dydaktyczno-wychowawczych i terapeutycznych we wczesnym etapie.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C72296">
        <w:tc>
          <w:tcPr>
            <w:tcW w:w="1681" w:type="dxa"/>
            <w:vAlign w:val="center"/>
          </w:tcPr>
          <w:p w:rsidR="0085747A" w:rsidRPr="000E09E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09E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0E09E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E09E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E09E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0E09E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09E6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0E09E6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E09E6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 w:rsidRPr="000E09E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C028A" w:rsidTr="00092DBE">
        <w:tc>
          <w:tcPr>
            <w:tcW w:w="1681" w:type="dxa"/>
          </w:tcPr>
          <w:p w:rsidR="0085747A" w:rsidRPr="000E09E6" w:rsidRDefault="0085747A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</w:t>
            </w:r>
            <w:r w:rsidRPr="000E09E6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3C028A" w:rsidRDefault="009B3F5B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Wymieni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prawa dziecka i osoby z niepełnosprawnością, sposoby ich egzekwowania oraz propagowania 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w środ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o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wisku zarówno przedszkolnym oraz szkolnym, jak i poza</w:t>
            </w:r>
            <w:r w:rsidR="00BA6BB6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przedszkolnym oraz</w:t>
            </w:r>
            <w:r w:rsidR="003C028A" w:rsidRPr="003C028A">
              <w:rPr>
                <w:rFonts w:ascii="Corbel" w:hAnsi="Corbel"/>
                <w:spacing w:val="5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pozaszkolnym.</w:t>
            </w:r>
          </w:p>
        </w:tc>
        <w:tc>
          <w:tcPr>
            <w:tcW w:w="1865" w:type="dxa"/>
            <w:vAlign w:val="center"/>
          </w:tcPr>
          <w:p w:rsidR="0085747A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PPiW.W08</w:t>
            </w:r>
          </w:p>
        </w:tc>
      </w:tr>
      <w:tr w:rsidR="0085747A" w:rsidRPr="003C028A" w:rsidTr="00092DBE">
        <w:tc>
          <w:tcPr>
            <w:tcW w:w="1681" w:type="dxa"/>
          </w:tcPr>
          <w:p w:rsidR="0085747A" w:rsidRPr="000E09E6" w:rsidRDefault="0085747A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3C028A" w:rsidRDefault="009B3F5B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Wymieni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zróżnicowane potrzeby rozwojowe i edukacyjne dzieci lub uczniów w okresie przedszkolnym i młodszym wieku szkolnym, wynikające z opóźnień, zaburzeń lub przyspieszenia rozwoju, oraz  uwarunkowane wpływem czynników środowiskowych  i sposoby dostosowywania do nich zadań rozwojowych i</w:t>
            </w:r>
            <w:r w:rsidR="003C028A" w:rsidRPr="003C028A">
              <w:rPr>
                <w:rFonts w:ascii="Corbel" w:hAnsi="Corbel"/>
                <w:spacing w:val="16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edukacyjnych.</w:t>
            </w:r>
          </w:p>
        </w:tc>
        <w:tc>
          <w:tcPr>
            <w:tcW w:w="1865" w:type="dxa"/>
            <w:vAlign w:val="center"/>
          </w:tcPr>
          <w:p w:rsidR="0085747A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PPiW.W13</w:t>
            </w:r>
          </w:p>
        </w:tc>
      </w:tr>
      <w:tr w:rsidR="0085747A" w:rsidRPr="003C028A" w:rsidTr="00092DBE">
        <w:tc>
          <w:tcPr>
            <w:tcW w:w="1681" w:type="dxa"/>
          </w:tcPr>
          <w:p w:rsidR="0085747A" w:rsidRPr="000E09E6" w:rsidRDefault="00C72296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:rsidR="0085747A" w:rsidRPr="003C028A" w:rsidRDefault="009B3F5B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funkcjonowanie i dysfunkcje aparatu mowy, słuchu i wzroku oraz prawidłowe  nawyki posługiwania się</w:t>
            </w:r>
            <w:r w:rsidR="003C028A" w:rsidRPr="003C028A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nimi</w:t>
            </w:r>
            <w:r w:rsidR="007321E8">
              <w:rPr>
                <w:rFonts w:ascii="Corbel" w:hAnsi="Corbel"/>
                <w:sz w:val="24"/>
                <w:szCs w:val="24"/>
              </w:rPr>
              <w:t>, wymieni i ro</w:t>
            </w:r>
            <w:r w:rsidR="00887C25">
              <w:rPr>
                <w:rFonts w:ascii="Corbel" w:hAnsi="Corbel"/>
                <w:sz w:val="24"/>
                <w:szCs w:val="24"/>
              </w:rPr>
              <w:t>zróżni teorie, koncepcje i modele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 specjalnych potrzeb rozwojowych i edukacyjnych – w tym ADHD, r</w:t>
            </w:r>
            <w:r w:rsidR="007321E8">
              <w:rPr>
                <w:rFonts w:ascii="Corbel" w:hAnsi="Corbel"/>
                <w:sz w:val="24"/>
                <w:szCs w:val="24"/>
              </w:rPr>
              <w:t>y</w:t>
            </w:r>
            <w:r w:rsidR="007321E8">
              <w:rPr>
                <w:rFonts w:ascii="Corbel" w:hAnsi="Corbel"/>
                <w:sz w:val="24"/>
                <w:szCs w:val="24"/>
              </w:rPr>
              <w:t>zyka dysleksji, trudności związanych z nabywaniem umi</w:t>
            </w:r>
            <w:r w:rsidR="007321E8">
              <w:rPr>
                <w:rFonts w:ascii="Corbel" w:hAnsi="Corbel"/>
                <w:sz w:val="24"/>
                <w:szCs w:val="24"/>
              </w:rPr>
              <w:t>e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jętności arytmetycznych, </w:t>
            </w:r>
            <w:r w:rsidR="00E63902">
              <w:rPr>
                <w:rFonts w:ascii="Corbel" w:hAnsi="Corbel"/>
                <w:sz w:val="24"/>
                <w:szCs w:val="24"/>
              </w:rPr>
              <w:t>autystycznego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 spektrum zab</w:t>
            </w:r>
            <w:r w:rsidR="007321E8">
              <w:rPr>
                <w:rFonts w:ascii="Corbel" w:hAnsi="Corbel"/>
                <w:sz w:val="24"/>
                <w:szCs w:val="24"/>
              </w:rPr>
              <w:t>u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rzeń, </w:t>
            </w:r>
            <w:r w:rsidR="00E63902">
              <w:rPr>
                <w:rFonts w:ascii="Corbel" w:hAnsi="Corbel"/>
                <w:sz w:val="24"/>
                <w:szCs w:val="24"/>
              </w:rPr>
              <w:t>niepełnosprawności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 intelektualnej, </w:t>
            </w:r>
            <w:r w:rsidR="00E63902">
              <w:rPr>
                <w:rFonts w:ascii="Corbel" w:hAnsi="Corbel"/>
                <w:sz w:val="24"/>
                <w:szCs w:val="24"/>
              </w:rPr>
              <w:t>mózgowego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 p</w:t>
            </w:r>
            <w:r w:rsidR="007321E8">
              <w:rPr>
                <w:rFonts w:ascii="Corbel" w:hAnsi="Corbel"/>
                <w:sz w:val="24"/>
                <w:szCs w:val="24"/>
              </w:rPr>
              <w:t>o</w:t>
            </w:r>
            <w:r w:rsidR="007321E8">
              <w:rPr>
                <w:rFonts w:ascii="Corbel" w:hAnsi="Corbel"/>
                <w:sz w:val="24"/>
                <w:szCs w:val="24"/>
              </w:rPr>
              <w:t>rażenia dziecięcego i innych zaburzeń r</w:t>
            </w:r>
            <w:r w:rsidR="00E63902">
              <w:rPr>
                <w:rFonts w:ascii="Corbel" w:hAnsi="Corbel"/>
                <w:sz w:val="24"/>
                <w:szCs w:val="24"/>
              </w:rPr>
              <w:t>uchowych, zab</w:t>
            </w:r>
            <w:r w:rsidR="00E63902">
              <w:rPr>
                <w:rFonts w:ascii="Corbel" w:hAnsi="Corbel"/>
                <w:sz w:val="24"/>
                <w:szCs w:val="24"/>
              </w:rPr>
              <w:t>u</w:t>
            </w:r>
            <w:r w:rsidR="00E63902">
              <w:rPr>
                <w:rFonts w:ascii="Corbel" w:hAnsi="Corbel"/>
                <w:sz w:val="24"/>
                <w:szCs w:val="24"/>
              </w:rPr>
              <w:t xml:space="preserve">rzeń o podłożu genetycznym, chorób przewlekłych </w:t>
            </w:r>
            <w:r w:rsidR="00B10BC5">
              <w:rPr>
                <w:rFonts w:ascii="Corbel" w:hAnsi="Corbel"/>
                <w:sz w:val="24"/>
                <w:szCs w:val="24"/>
              </w:rPr>
              <w:br/>
            </w:r>
            <w:r w:rsidR="00E63902">
              <w:rPr>
                <w:rFonts w:ascii="Corbel" w:hAnsi="Corbel"/>
                <w:sz w:val="24"/>
                <w:szCs w:val="24"/>
              </w:rPr>
              <w:t>i odmienności somatycznych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85747A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PPiW.W18</w:t>
            </w:r>
          </w:p>
        </w:tc>
      </w:tr>
      <w:tr w:rsidR="00C72296" w:rsidRPr="003C028A" w:rsidTr="00092DBE">
        <w:tc>
          <w:tcPr>
            <w:tcW w:w="1681" w:type="dxa"/>
          </w:tcPr>
          <w:p w:rsidR="00C72296" w:rsidRPr="000E09E6" w:rsidRDefault="00C72296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0E09E6">
              <w:rPr>
                <w:rFonts w:ascii="Corbel" w:hAnsi="Corbel"/>
                <w:smallCaps/>
                <w:sz w:val="24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:rsidR="00C72296" w:rsidRPr="00B10BC5" w:rsidRDefault="009B3F5B" w:rsidP="00092D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Rozpozna p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otrzeby, możliwości i uzdolnienia dzieci lub uczniów </w:t>
            </w:r>
            <w:r w:rsidR="0062312C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7321E8">
              <w:rPr>
                <w:rFonts w:ascii="Corbel" w:hAnsi="Corbel"/>
                <w:sz w:val="24"/>
                <w:szCs w:val="24"/>
              </w:rPr>
              <w:t>oceni skuteczność procesu wykrywania, identyfikowania i zaspokajania specjalnych potrzeb ro</w:t>
            </w:r>
            <w:r w:rsidR="007321E8">
              <w:rPr>
                <w:rFonts w:ascii="Corbel" w:hAnsi="Corbel"/>
                <w:sz w:val="24"/>
                <w:szCs w:val="24"/>
              </w:rPr>
              <w:t>z</w:t>
            </w:r>
            <w:r w:rsidR="007321E8">
              <w:rPr>
                <w:rFonts w:ascii="Corbel" w:hAnsi="Corbel"/>
                <w:sz w:val="24"/>
                <w:szCs w:val="24"/>
              </w:rPr>
              <w:t>wojowych i edukacyjnych dziecka w wieku przedszkolnym i ucznia</w:t>
            </w:r>
            <w:r w:rsidR="00B10BC5">
              <w:rPr>
                <w:rFonts w:ascii="Corbel" w:hAnsi="Corbel"/>
                <w:sz w:val="24"/>
                <w:szCs w:val="24"/>
              </w:rPr>
              <w:t xml:space="preserve"> 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w młodszym wieku szkolnym, określi optymalne </w:t>
            </w:r>
            <w:r w:rsidR="007321E8">
              <w:rPr>
                <w:rFonts w:ascii="Corbel" w:hAnsi="Corbel"/>
                <w:sz w:val="24"/>
                <w:szCs w:val="24"/>
              </w:rPr>
              <w:lastRenderedPageBreak/>
              <w:t xml:space="preserve">sposoby organizowania środowiska edukacyjnego oraz wspomagania dziecka lub ucznia i jego rodziców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oraz  </w:t>
            </w:r>
            <w:r>
              <w:rPr>
                <w:rFonts w:ascii="Corbel" w:hAnsi="Corbel"/>
                <w:sz w:val="24"/>
                <w:szCs w:val="24"/>
              </w:rPr>
              <w:t xml:space="preserve">zaprojektuje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przeprowadzi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działania pedagogiczne, a także </w:t>
            </w:r>
            <w:r>
              <w:rPr>
                <w:rFonts w:ascii="Corbel" w:hAnsi="Corbel"/>
                <w:sz w:val="24"/>
                <w:szCs w:val="24"/>
              </w:rPr>
              <w:t xml:space="preserve">zaplanuje, zrealizuje i oceni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spersonalizowane pr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o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gramy kształcenia i</w:t>
            </w:r>
            <w:r w:rsidR="003C028A" w:rsidRPr="003C028A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wychowania.</w:t>
            </w:r>
          </w:p>
        </w:tc>
        <w:tc>
          <w:tcPr>
            <w:tcW w:w="1865" w:type="dxa"/>
            <w:vAlign w:val="center"/>
          </w:tcPr>
          <w:p w:rsidR="00C72296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PPiW.U02</w:t>
            </w:r>
          </w:p>
        </w:tc>
      </w:tr>
      <w:tr w:rsidR="00C72296" w:rsidRPr="003C028A" w:rsidTr="00092DBE">
        <w:tc>
          <w:tcPr>
            <w:tcW w:w="1681" w:type="dxa"/>
          </w:tcPr>
          <w:p w:rsidR="00C72296" w:rsidRPr="000E09E6" w:rsidRDefault="00C72296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:rsidR="00C72296" w:rsidRPr="003C028A" w:rsidRDefault="009B3F5B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Wykorzysta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w codziennej praktyce edukacyjnej różnoro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d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ne sposoby organizowania </w:t>
            </w:r>
            <w:r w:rsidR="00D83CAA">
              <w:rPr>
                <w:rFonts w:ascii="Corbel" w:hAnsi="Corbel"/>
                <w:sz w:val="24"/>
                <w:szCs w:val="24"/>
              </w:rPr>
              <w:t xml:space="preserve">i diagnozowania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środowiska uczenia się i nauczania, z uwzględnieniem specyficznych potrzeb </w:t>
            </w:r>
            <w:r w:rsidR="00D83CAA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i możliwości poszczególnych dzieci lub uczniów oraz</w:t>
            </w:r>
            <w:r w:rsidR="003C028A" w:rsidRPr="003C028A">
              <w:rPr>
                <w:rFonts w:ascii="Corbel" w:hAnsi="Corbel"/>
                <w:spacing w:val="18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grupy.</w:t>
            </w:r>
          </w:p>
        </w:tc>
        <w:tc>
          <w:tcPr>
            <w:tcW w:w="1865" w:type="dxa"/>
            <w:vAlign w:val="center"/>
          </w:tcPr>
          <w:p w:rsidR="00C72296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PPiW.U03</w:t>
            </w:r>
          </w:p>
        </w:tc>
      </w:tr>
      <w:tr w:rsidR="00C72296" w:rsidRPr="003C028A" w:rsidTr="00092DBE">
        <w:tc>
          <w:tcPr>
            <w:tcW w:w="1681" w:type="dxa"/>
          </w:tcPr>
          <w:p w:rsidR="00C72296" w:rsidRPr="000E09E6" w:rsidRDefault="00C72296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:rsidR="00C72296" w:rsidRPr="003C028A" w:rsidRDefault="009B3F5B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Wykorzysta skutecznie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w pracy z dzieckiem lub uczniem informacje uzyskane na jego temat od specjalistów, w </w:t>
            </w:r>
            <w:r w:rsidR="003C028A" w:rsidRPr="003C028A">
              <w:rPr>
                <w:rFonts w:ascii="Corbel" w:hAnsi="Corbel"/>
                <w:spacing w:val="-2"/>
                <w:sz w:val="24"/>
                <w:szCs w:val="24"/>
              </w:rPr>
              <w:t xml:space="preserve">tym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psychologa, logopedy, pedagoga, lekarza, i rodziców lub opiekunów dziecka lub</w:t>
            </w:r>
            <w:r w:rsidR="003C028A" w:rsidRPr="003C028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ucznia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C72296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PPiW.U14</w:t>
            </w:r>
          </w:p>
        </w:tc>
      </w:tr>
      <w:tr w:rsidR="00C72296" w:rsidRPr="003C028A" w:rsidTr="00092DBE">
        <w:tc>
          <w:tcPr>
            <w:tcW w:w="1681" w:type="dxa"/>
          </w:tcPr>
          <w:p w:rsidR="00C72296" w:rsidRPr="000E09E6" w:rsidRDefault="00C72296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:rsidR="00C72296" w:rsidRPr="003C028A" w:rsidRDefault="007321E8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Podejmie się </w:t>
            </w:r>
            <w:r w:rsidRPr="00DC5061">
              <w:rPr>
                <w:rFonts w:ascii="Corbel" w:hAnsi="Corbel"/>
                <w:sz w:val="24"/>
                <w:szCs w:val="24"/>
              </w:rPr>
              <w:t>pracy w zespole, pełnienia w nim różnych ról oraz współpracy z nauczycielami, pedagogami, specjal</w:t>
            </w:r>
            <w:r w:rsidRPr="00DC5061">
              <w:rPr>
                <w:rFonts w:ascii="Corbel" w:hAnsi="Corbel"/>
                <w:sz w:val="24"/>
                <w:szCs w:val="24"/>
              </w:rPr>
              <w:t>i</w:t>
            </w:r>
            <w:r w:rsidRPr="00DC5061">
              <w:rPr>
                <w:rFonts w:ascii="Corbel" w:hAnsi="Corbel"/>
                <w:sz w:val="24"/>
                <w:szCs w:val="24"/>
              </w:rPr>
              <w:t>stami, rodzicami lub opiekunami dzieci lub uczniów i i</w:t>
            </w:r>
            <w:r w:rsidRPr="00DC5061">
              <w:rPr>
                <w:rFonts w:ascii="Corbel" w:hAnsi="Corbel"/>
                <w:sz w:val="24"/>
                <w:szCs w:val="24"/>
              </w:rPr>
              <w:t>n</w:t>
            </w:r>
            <w:r w:rsidRPr="00DC5061">
              <w:rPr>
                <w:rFonts w:ascii="Corbel" w:hAnsi="Corbel"/>
                <w:sz w:val="24"/>
                <w:szCs w:val="24"/>
              </w:rPr>
              <w:t xml:space="preserve">nymi członkami społeczności przedszkolnej, szkolnej </w:t>
            </w:r>
            <w:r w:rsidR="00B10BC5">
              <w:rPr>
                <w:rFonts w:ascii="Corbel" w:hAnsi="Corbel"/>
                <w:sz w:val="24"/>
                <w:szCs w:val="24"/>
              </w:rPr>
              <w:br/>
            </w:r>
            <w:r w:rsidRPr="00DC5061">
              <w:rPr>
                <w:rFonts w:ascii="Corbel" w:hAnsi="Corbel"/>
                <w:sz w:val="24"/>
                <w:szCs w:val="24"/>
              </w:rPr>
              <w:t>i</w:t>
            </w:r>
            <w:r w:rsidRPr="00DC5061">
              <w:rPr>
                <w:rFonts w:ascii="Corbel" w:hAnsi="Corbel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lokalnej oraz przyjmie współodpowiedzialność za spos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by planowania i realizacji oraz rezultaty procesu wych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wania i kształcenia dzieci lub uczniów ze specjalnymi p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trzebami rozwojowymi lub edukacyjnymi.</w:t>
            </w:r>
          </w:p>
        </w:tc>
        <w:tc>
          <w:tcPr>
            <w:tcW w:w="1865" w:type="dxa"/>
            <w:vAlign w:val="center"/>
          </w:tcPr>
          <w:p w:rsidR="00C72296" w:rsidRPr="000E09E6" w:rsidRDefault="007937F9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PPiW.K04</w:t>
            </w:r>
          </w:p>
        </w:tc>
      </w:tr>
    </w:tbl>
    <w:p w:rsidR="0085747A" w:rsidRPr="003C028A" w:rsidRDefault="0085747A" w:rsidP="003C028A">
      <w:pPr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 w:rsidR="00AC0BBD">
        <w:rPr>
          <w:rFonts w:ascii="Corbel" w:hAnsi="Corbel"/>
          <w:sz w:val="24"/>
          <w:szCs w:val="24"/>
        </w:rPr>
        <w:t>konwersatoryjnych</w:t>
      </w:r>
    </w:p>
    <w:p w:rsidR="00754C62" w:rsidRPr="009C54AE" w:rsidRDefault="00754C62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AC0BBD" w:rsidRDefault="00AC0BBD" w:rsidP="00092DBE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Definicje specjalnych potrzeb edukacyjnych.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2DBE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Klasyfikowanie specjalnych potrzeb edukacyjnych w Polsce i na świecie.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2DBE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Historyczny rys klasyfikowania w Polsce specjalnych potrzeb edukacyjnych oraz sposobów ich zaspokajania.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2DBE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Uczeń ze specjalnymi potrzebami edukacyjnymi w systemie edukacji w świetle nowych prz</w:t>
            </w:r>
            <w:r w:rsidRPr="00AC0BBD">
              <w:rPr>
                <w:rStyle w:val="fontstyle01"/>
                <w:rFonts w:ascii="Corbel" w:hAnsi="Corbel"/>
                <w:color w:val="auto"/>
              </w:rPr>
              <w:t>e</w:t>
            </w:r>
            <w:r w:rsidRPr="00AC0BBD">
              <w:rPr>
                <w:rStyle w:val="fontstyle01"/>
                <w:rFonts w:ascii="Corbel" w:hAnsi="Corbel"/>
                <w:color w:val="auto"/>
              </w:rPr>
              <w:t>pisów prawa oświatowego – analiza najważniejszych aktów prawnych.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2DB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Fonts w:ascii="Corbel" w:hAnsi="Corbel"/>
                <w:sz w:val="24"/>
                <w:szCs w:val="24"/>
              </w:rPr>
              <w:t>Organizacja kształcenia dzieci ze specjalnymi potrzebami edukacyjnymi (przedszkola, szkoły</w:t>
            </w:r>
            <w:r w:rsidR="00E3089D">
              <w:rPr>
                <w:rFonts w:ascii="Corbel" w:hAnsi="Corbel"/>
                <w:sz w:val="24"/>
                <w:szCs w:val="24"/>
              </w:rPr>
              <w:br/>
            </w:r>
            <w:r w:rsidRPr="00AC0BBD">
              <w:rPr>
                <w:rFonts w:ascii="Corbel" w:hAnsi="Corbel"/>
                <w:sz w:val="24"/>
                <w:szCs w:val="24"/>
              </w:rPr>
              <w:t>i klasy specjalne, integracyjne, klasy terapeutyczne).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2DB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Pomoc psychologiczno-pedagogiczna</w:t>
            </w:r>
            <w:r w:rsidRPr="00387ED9">
              <w:rPr>
                <w:rStyle w:val="fontstyle21"/>
                <w:rFonts w:ascii="Corbel" w:hAnsi="Corbel"/>
                <w:i w:val="0"/>
                <w:sz w:val="24"/>
                <w:szCs w:val="24"/>
              </w:rPr>
              <w:t>: z</w:t>
            </w:r>
            <w:r w:rsidRPr="00387ED9">
              <w:rPr>
                <w:rStyle w:val="fontstyle01"/>
                <w:rFonts w:ascii="Corbel" w:hAnsi="Corbel"/>
              </w:rPr>
              <w:t>ajęcia rozwijające umiejętności uczenia się, zajęcia rozwijające kompetencje emocjonalno-społeczne, zindywidualizowane ścieżki realizacji ob</w:t>
            </w:r>
            <w:r w:rsidRPr="00387ED9">
              <w:rPr>
                <w:rStyle w:val="fontstyle01"/>
                <w:rFonts w:ascii="Corbel" w:hAnsi="Corbel"/>
              </w:rPr>
              <w:t>o</w:t>
            </w:r>
            <w:r w:rsidRPr="00387ED9">
              <w:rPr>
                <w:rStyle w:val="fontstyle01"/>
                <w:rFonts w:ascii="Corbel" w:hAnsi="Corbel"/>
              </w:rPr>
              <w:t>wiązkowego przygotowania przedszkolnego oraz kształcenia.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2DB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Wybrane formy pomocy psychologiczno-pedagogicznej do indywidualnych potrzeb </w:t>
            </w:r>
            <w:r w:rsidR="00E3089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87ED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i możliwości psychofizycznych ucznia – na podstawie analizy wybranych przypadków.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2DB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Współpraca z poradnią psychologiczno-pedagogiczną – przegląd praktycznych rozwiązań.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2DB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Rozpoznanie indywidualnych potrzeb rozwojowych i edukacyjnych oraz możliwości   psychof</w:t>
            </w:r>
            <w:r w:rsidRPr="00387ED9">
              <w:rPr>
                <w:rStyle w:val="fontstyle01"/>
                <w:rFonts w:ascii="Corbel" w:hAnsi="Corbel"/>
              </w:rPr>
              <w:t>i</w:t>
            </w:r>
            <w:r w:rsidRPr="00387ED9">
              <w:rPr>
                <w:rStyle w:val="fontstyle01"/>
                <w:rFonts w:ascii="Corbel" w:hAnsi="Corbel"/>
              </w:rPr>
              <w:t>zycznych dziecka.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2DB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Zapoznanie z różnymi rodzajami diagnozy w planowaniu działań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br/>
              <w:t>rehabilitacyjnych, terapeutycznych, dydaktyczno-wychowawczych dla dziecka ze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br/>
              <w:t xml:space="preserve">specjalnymi potrzebami edukacyjnymi. 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2D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Analiza i interpretacja diagnozy psychologicznej, pedagogicznej, logopedycznej i innej specj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listycznej (zawartej w opi</w:t>
            </w:r>
            <w:r w:rsidR="00092DBE">
              <w:rPr>
                <w:rFonts w:ascii="Corbel" w:hAnsi="Corbel"/>
                <w:color w:val="000000"/>
                <w:sz w:val="24"/>
                <w:szCs w:val="24"/>
              </w:rPr>
              <w:t xml:space="preserve">niach i orzeczeniach) pod kątem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diagnozy pozytywnej i negatywnej. Analiza wybranych przypadków.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2D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Modele pracy z dziećmi o specjalnych potrzebach edukacyjnych. Przegląd i analiza wybranych przypadków.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2D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Ćwiczenia praktyczne – planowanie oddziaływań</w:t>
            </w:r>
            <w:r w:rsidR="00092DBE">
              <w:rPr>
                <w:rFonts w:ascii="Corbel" w:hAnsi="Corbel"/>
                <w:color w:val="000000"/>
                <w:sz w:val="24"/>
                <w:szCs w:val="24"/>
              </w:rPr>
              <w:t xml:space="preserve"> edukacyjno-terapeutycznych dla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dziecka ze specjalnymi potrzebami edukacyjnymi (do poszczególnych omówionych charakterystyk) - symulacja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53C41" w:rsidRDefault="00153C41" w:rsidP="00754C6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 w:rsidR="00AC0BBD">
        <w:rPr>
          <w:rFonts w:ascii="Corbel" w:hAnsi="Corbel"/>
          <w:b w:val="0"/>
          <w:i/>
          <w:smallCaps w:val="0"/>
          <w:sz w:val="20"/>
          <w:szCs w:val="20"/>
        </w:rPr>
        <w:t xml:space="preserve"> konw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>e</w:t>
      </w:r>
      <w:r w:rsidR="00AC0BBD">
        <w:rPr>
          <w:rFonts w:ascii="Corbel" w:hAnsi="Corbel"/>
          <w:b w:val="0"/>
          <w:i/>
          <w:smallCaps w:val="0"/>
          <w:sz w:val="20"/>
          <w:szCs w:val="20"/>
        </w:rPr>
        <w:t>rsa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 xml:space="preserve">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A6BB6" w:rsidTr="00BA6BB6">
        <w:tc>
          <w:tcPr>
            <w:tcW w:w="1962" w:type="dxa"/>
            <w:vAlign w:val="center"/>
          </w:tcPr>
          <w:p w:rsidR="0085747A" w:rsidRPr="000E09E6" w:rsidRDefault="0071620A" w:rsidP="00092DB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A6BB6" w:rsidRDefault="00A84C85" w:rsidP="00092DB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proofErr w:type="spellStart"/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sie</w:t>
            </w:r>
            <w:proofErr w:type="spellEnd"/>
          </w:p>
          <w:p w:rsidR="0085747A" w:rsidRPr="00BA6BB6" w:rsidRDefault="009F4610" w:rsidP="00092DB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(</w:t>
            </w:r>
            <w:r w:rsidR="0085747A" w:rsidRPr="00BA6BB6">
              <w:rPr>
                <w:rFonts w:ascii="Corbel" w:hAnsi="Corbel"/>
                <w:color w:val="000000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0E09E6" w:rsidRDefault="0085747A" w:rsidP="00092DB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Forma zajęć d</w:t>
            </w:r>
            <w:r w:rsidRPr="000E09E6">
              <w:rPr>
                <w:rFonts w:ascii="Corbel" w:hAnsi="Corbel"/>
                <w:sz w:val="24"/>
                <w:szCs w:val="24"/>
              </w:rPr>
              <w:t>y</w:t>
            </w:r>
            <w:r w:rsidRPr="000E09E6">
              <w:rPr>
                <w:rFonts w:ascii="Corbel" w:hAnsi="Corbel"/>
                <w:sz w:val="24"/>
                <w:szCs w:val="24"/>
              </w:rPr>
              <w:t xml:space="preserve">daktycznych </w:t>
            </w:r>
          </w:p>
          <w:p w:rsidR="0085747A" w:rsidRPr="000E09E6" w:rsidRDefault="0085747A" w:rsidP="00092DB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0E09E6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0E09E6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BA6BB6" w:rsidRPr="00BA6BB6" w:rsidTr="00092DBE">
        <w:tc>
          <w:tcPr>
            <w:tcW w:w="1962" w:type="dxa"/>
          </w:tcPr>
          <w:p w:rsidR="00BA6BB6" w:rsidRPr="000E09E6" w:rsidRDefault="000E09E6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</w:t>
            </w:r>
            <w:r w:rsidR="00BA6BB6" w:rsidRPr="000E09E6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BA6BB6" w:rsidRPr="00BA6BB6" w:rsidRDefault="00054E50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BA6BB6" w:rsidRPr="00BA6BB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A6BB6" w:rsidRPr="000E09E6" w:rsidRDefault="00BA6BB6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2DBE">
        <w:tc>
          <w:tcPr>
            <w:tcW w:w="1962" w:type="dxa"/>
          </w:tcPr>
          <w:p w:rsidR="00054E50" w:rsidRPr="000E09E6" w:rsidRDefault="00054E50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:rsidR="00054E50" w:rsidRDefault="00054E50" w:rsidP="00092DBE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</w:p>
        </w:tc>
        <w:tc>
          <w:tcPr>
            <w:tcW w:w="2117" w:type="dxa"/>
            <w:vAlign w:val="center"/>
          </w:tcPr>
          <w:p w:rsidR="00054E50" w:rsidRPr="000E09E6" w:rsidRDefault="00054E50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2DBE">
        <w:tc>
          <w:tcPr>
            <w:tcW w:w="1962" w:type="dxa"/>
          </w:tcPr>
          <w:p w:rsidR="00054E50" w:rsidRPr="000E09E6" w:rsidRDefault="00054E50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:rsidR="00054E50" w:rsidRDefault="00054E50" w:rsidP="00092DBE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</w:p>
        </w:tc>
        <w:tc>
          <w:tcPr>
            <w:tcW w:w="2117" w:type="dxa"/>
            <w:vAlign w:val="center"/>
          </w:tcPr>
          <w:p w:rsidR="00054E50" w:rsidRPr="000E09E6" w:rsidRDefault="00054E50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2DBE">
        <w:tc>
          <w:tcPr>
            <w:tcW w:w="1962" w:type="dxa"/>
          </w:tcPr>
          <w:p w:rsidR="00054E50" w:rsidRPr="000E09E6" w:rsidRDefault="00054E50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E09E6">
              <w:rPr>
                <w:rFonts w:ascii="Corbel" w:hAnsi="Corbel"/>
                <w:sz w:val="24"/>
                <w:szCs w:val="24"/>
              </w:rPr>
              <w:t>ek</w:t>
            </w:r>
            <w:proofErr w:type="spellEnd"/>
            <w:r w:rsidRPr="000E09E6">
              <w:rPr>
                <w:rFonts w:ascii="Corbel" w:hAnsi="Corbel"/>
                <w:sz w:val="24"/>
                <w:szCs w:val="24"/>
              </w:rPr>
              <w:t>_ 04</w:t>
            </w:r>
          </w:p>
        </w:tc>
        <w:tc>
          <w:tcPr>
            <w:tcW w:w="5441" w:type="dxa"/>
          </w:tcPr>
          <w:p w:rsidR="00054E50" w:rsidRDefault="00054E50" w:rsidP="00092DBE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  <w:r w:rsidR="00887C25">
              <w:rPr>
                <w:rFonts w:ascii="Corbel" w:hAnsi="Corbel"/>
                <w:sz w:val="24"/>
                <w:szCs w:val="24"/>
              </w:rPr>
              <w:t xml:space="preserve">, </w:t>
            </w:r>
            <w:r w:rsidR="00887C25" w:rsidRPr="00BA6BB6">
              <w:rPr>
                <w:rFonts w:ascii="Corbel" w:hAnsi="Corbel"/>
                <w:sz w:val="24"/>
                <w:szCs w:val="24"/>
              </w:rPr>
              <w:t>praca w grupach, o</w:t>
            </w:r>
            <w:r w:rsidR="00887C25" w:rsidRPr="00BA6BB6">
              <w:rPr>
                <w:rFonts w:ascii="Corbel" w:hAnsi="Corbel"/>
                <w:sz w:val="24"/>
                <w:szCs w:val="24"/>
              </w:rPr>
              <w:t>b</w:t>
            </w:r>
            <w:r w:rsidR="00887C25" w:rsidRPr="00BA6BB6">
              <w:rPr>
                <w:rFonts w:ascii="Corbel" w:hAnsi="Corbel"/>
                <w:sz w:val="24"/>
                <w:szCs w:val="24"/>
              </w:rPr>
              <w:t>serwacja w trakcie zajęć, wnioski z dyskusji</w:t>
            </w:r>
          </w:p>
        </w:tc>
        <w:tc>
          <w:tcPr>
            <w:tcW w:w="2117" w:type="dxa"/>
            <w:vAlign w:val="center"/>
          </w:tcPr>
          <w:p w:rsidR="00054E50" w:rsidRPr="000E09E6" w:rsidRDefault="00054E50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2DBE">
        <w:tc>
          <w:tcPr>
            <w:tcW w:w="1962" w:type="dxa"/>
          </w:tcPr>
          <w:p w:rsidR="00054E50" w:rsidRPr="000E09E6" w:rsidRDefault="00054E50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="00054E50" w:rsidRDefault="00D83CAA" w:rsidP="00092DBE">
            <w:pPr>
              <w:spacing w:after="0" w:line="240" w:lineRule="auto"/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054E50" w:rsidRPr="000E09E6" w:rsidRDefault="00054E50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6BB6" w:rsidRPr="00BA6BB6" w:rsidTr="00092DBE">
        <w:tc>
          <w:tcPr>
            <w:tcW w:w="1962" w:type="dxa"/>
          </w:tcPr>
          <w:p w:rsidR="00BA6BB6" w:rsidRPr="000E09E6" w:rsidRDefault="00BA6BB6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:rsidR="00BA6BB6" w:rsidRPr="00BA6BB6" w:rsidRDefault="00BA6BB6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A6BB6" w:rsidRPr="000E09E6" w:rsidRDefault="00BA6BB6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6BB6" w:rsidRPr="00BA6BB6" w:rsidTr="00092DBE">
        <w:tc>
          <w:tcPr>
            <w:tcW w:w="1962" w:type="dxa"/>
          </w:tcPr>
          <w:p w:rsidR="00BA6BB6" w:rsidRPr="000E09E6" w:rsidRDefault="00BA6BB6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:rsidR="00BA6BB6" w:rsidRPr="00BA6BB6" w:rsidRDefault="00BA6BB6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A6BB6" w:rsidRPr="000E09E6" w:rsidRDefault="00BA6BB6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72296" w:rsidRPr="00387ED9" w:rsidRDefault="00C72296" w:rsidP="00092D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Przygotowanie zajęć – symulacja zajęć na przykładzie przygotowanych scenariuszy i poz</w:t>
            </w:r>
            <w:r w:rsidRPr="00387ED9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87ED9">
              <w:rPr>
                <w:rFonts w:ascii="Corbel" w:hAnsi="Corbel"/>
                <w:b w:val="0"/>
                <w:smallCaps w:val="0"/>
                <w:szCs w:val="24"/>
              </w:rPr>
              <w:t>tywne ich zaopiniowanie przez prowadzącego zajęcia.</w:t>
            </w:r>
          </w:p>
          <w:p w:rsidR="00C72296" w:rsidRPr="00387ED9" w:rsidRDefault="00C72296" w:rsidP="00092D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Pozytywna ocena z kolokwium (forma testu) obejmującego treści programowe realizowane w ramach ćwiczeń. </w:t>
            </w:r>
          </w:p>
          <w:p w:rsidR="00C72296" w:rsidRPr="00C72296" w:rsidRDefault="00C72296" w:rsidP="00092D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387ED9">
              <w:rPr>
                <w:rFonts w:ascii="Corbel" w:hAnsi="Corbel"/>
                <w:b w:val="0"/>
                <w:iCs/>
                <w:smallCaps w:val="0"/>
                <w:szCs w:val="24"/>
              </w:rPr>
              <w:t>becność i aktywność na zajęciach.</w:t>
            </w:r>
          </w:p>
          <w:p w:rsidR="0085747A" w:rsidRPr="00C72296" w:rsidRDefault="00C72296" w:rsidP="00092D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C7229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Przygotowanie pomocy edukacyjno-terapeutycznej.</w:t>
            </w:r>
          </w:p>
          <w:p w:rsidR="0085747A" w:rsidRPr="00115C2E" w:rsidRDefault="00C72296" w:rsidP="00092D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Egzamin ustny (tematyka ćwiczeń).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115C2E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3089D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E308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E3089D">
              <w:rPr>
                <w:rFonts w:ascii="Corbel" w:hAnsi="Corbel"/>
                <w:sz w:val="24"/>
                <w:szCs w:val="24"/>
              </w:rPr>
              <w:t>w kolokwium i egzam</w:t>
            </w:r>
            <w:r w:rsidR="00E3089D">
              <w:rPr>
                <w:rFonts w:ascii="Corbel" w:hAnsi="Corbel"/>
                <w:sz w:val="24"/>
                <w:szCs w:val="24"/>
              </w:rPr>
              <w:t>i</w:t>
            </w:r>
            <w:r w:rsidR="00E3089D">
              <w:rPr>
                <w:rFonts w:ascii="Corbel" w:hAnsi="Corbel"/>
                <w:sz w:val="24"/>
                <w:szCs w:val="24"/>
              </w:rPr>
              <w:t>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0E09E6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115C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15C2E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 w:rsidR="00115C2E"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:rsidR="00C61DC5" w:rsidRPr="009C54AE" w:rsidRDefault="000E09E6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54E50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4E50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65239" w:rsidRPr="00387ED9" w:rsidTr="00336912">
        <w:trPr>
          <w:trHeight w:val="397"/>
        </w:trPr>
        <w:tc>
          <w:tcPr>
            <w:tcW w:w="7513" w:type="dxa"/>
          </w:tcPr>
          <w:p w:rsidR="00265239" w:rsidRPr="00387ED9" w:rsidRDefault="00265239" w:rsidP="003369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65239" w:rsidRPr="00387ED9" w:rsidRDefault="00265239" w:rsidP="00092DBE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ED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Baran J., </w:t>
            </w:r>
            <w:proofErr w:type="spellStart"/>
            <w:r w:rsidRPr="00387ED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Cierpiałowska</w:t>
            </w:r>
            <w:proofErr w:type="spellEnd"/>
            <w:r w:rsidRPr="00387ED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T., Mikrut A. </w:t>
            </w:r>
            <w:r w:rsidRPr="00387E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(red.): </w:t>
            </w:r>
            <w:r w:rsidR="00092DB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Teoria </w:t>
            </w:r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 praktyka oddział</w:t>
            </w:r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y</w:t>
            </w:r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wań </w:t>
            </w:r>
            <w:proofErr w:type="spellStart"/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</w:t>
            </w:r>
            <w:r w:rsidR="00092DB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flaktyczno</w:t>
            </w:r>
            <w:proofErr w:type="spellEnd"/>
            <w:r w:rsidR="00092DB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-wspierających rozwój </w:t>
            </w:r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osób z niepełnosprawnością</w:t>
            </w:r>
            <w:r w:rsidRPr="00387E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 2011.</w:t>
            </w:r>
          </w:p>
          <w:p w:rsidR="00265239" w:rsidRPr="00387ED9" w:rsidRDefault="00092DBE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proofErr w:type="spellStart"/>
            <w:r>
              <w:rPr>
                <w:rStyle w:val="fontstyle01"/>
                <w:rFonts w:ascii="Corbel" w:hAnsi="Corbel"/>
              </w:rPr>
              <w:t>Byers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R., </w:t>
            </w:r>
            <w:proofErr w:type="spellStart"/>
            <w:r>
              <w:rPr>
                <w:rStyle w:val="fontstyle01"/>
                <w:rFonts w:ascii="Corbel" w:hAnsi="Corbel"/>
              </w:rPr>
              <w:t>Rose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R., </w:t>
            </w:r>
            <w:r w:rsidR="00265239"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</w:t>
            </w:r>
            <w:r w:rsidR="00265239"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o</w:t>
            </w:r>
            <w:r w:rsidR="00265239"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trzebach edukacyjnych. Opracowanie metodyczne dla nauczycieli</w:t>
            </w:r>
            <w:r w:rsidR="00265239" w:rsidRPr="00387ED9">
              <w:rPr>
                <w:rStyle w:val="fontstyle21"/>
                <w:rFonts w:ascii="Corbel" w:hAnsi="Corbel"/>
                <w:sz w:val="24"/>
                <w:szCs w:val="24"/>
              </w:rPr>
              <w:t>, Warszawa, 2002, APS im M. Grzegorzewskiej.</w:t>
            </w:r>
          </w:p>
          <w:p w:rsidR="00265239" w:rsidRPr="00387ED9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Klaczak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Majewicz P.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Diagnoza i rewalidacja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dziecka ze sp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e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cjalnymi potrzebami edukacyjnymi</w:t>
            </w:r>
            <w:r w:rsidR="00092DBE">
              <w:rPr>
                <w:rFonts w:ascii="Corbel" w:hAnsi="Corbel"/>
                <w:color w:val="000000"/>
                <w:sz w:val="24"/>
                <w:szCs w:val="24"/>
              </w:rPr>
              <w:t xml:space="preserve">. Kraków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2006.</w:t>
            </w:r>
          </w:p>
          <w:p w:rsidR="00092DBE" w:rsidRPr="00092DBE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Leśniewska K., Puchała E., Zaremba L., </w:t>
            </w:r>
            <w:r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Specjalne potrzeby edukacy</w:t>
            </w:r>
            <w:r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</w:t>
            </w:r>
            <w:r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ne dzieci i młodzieży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, Warszawa, 2011, MEN</w:t>
            </w:r>
          </w:p>
          <w:p w:rsidR="00092DBE" w:rsidRPr="00092DBE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Majewicz P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Mikrut A.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Aktywizacja ucznia z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niepełnosprawnością w r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óżnych obszarach jego edukacji.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Kraków 2012.</w:t>
            </w:r>
          </w:p>
          <w:p w:rsidR="00092DBE" w:rsidRPr="00092DBE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Mihilewicz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S.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iecko z trudnościami w rozwoju.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Kraków 2005.</w:t>
            </w:r>
          </w:p>
          <w:p w:rsidR="00092DBE" w:rsidRPr="00092DBE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Palak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Z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 (red.):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Pedagog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specjalny w procesie edukacji,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rehabilitacji i r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e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socjalizacji.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Lublin 2008.</w:t>
            </w:r>
          </w:p>
          <w:p w:rsidR="00092DBE" w:rsidRPr="00092DBE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Pilecka W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Bidziński K., </w:t>
            </w: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Pietrzkiewicz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O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poznawaniu siebie i świa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ta przez dziecko ze specjalnymi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potrzebami edukacyjnymi.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Kielce 2008.</w:t>
            </w:r>
          </w:p>
          <w:p w:rsidR="00092DBE" w:rsidRPr="00092DBE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Pilecka W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Ozga A., Kurtek P.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Dziecko ze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specjalnymi potrzebami edukacyjnymi w ekosystemie. </w:t>
            </w:r>
            <w:r w:rsidR="00092DBE">
              <w:rPr>
                <w:rFonts w:ascii="Corbel" w:hAnsi="Corbel"/>
                <w:color w:val="000000"/>
                <w:sz w:val="24"/>
                <w:szCs w:val="24"/>
              </w:rPr>
              <w:t xml:space="preserve">Kielce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2005.</w:t>
            </w:r>
          </w:p>
          <w:p w:rsidR="00265239" w:rsidRPr="00387ED9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Pilecka W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Rutkowski M.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(red.): Dziecko ze specjalnymi</w:t>
            </w:r>
            <w:r w:rsidR="00092DBE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potrzebami eduka</w:t>
            </w:r>
            <w:r w:rsidR="00092DBE">
              <w:rPr>
                <w:rFonts w:ascii="Corbel" w:hAnsi="Corbel"/>
                <w:color w:val="000000"/>
                <w:sz w:val="24"/>
                <w:szCs w:val="24"/>
              </w:rPr>
              <w:t xml:space="preserve">cyjnymi w drodze ku dorosłości.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Psychopedagogiczne podstawy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edukacji, rewalidacji i terapii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trudności w uczeniu się. Kraków 2009.</w:t>
            </w:r>
          </w:p>
          <w:p w:rsidR="00265239" w:rsidRPr="00387ED9" w:rsidRDefault="00092DBE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21"/>
              </w:rPr>
            </w:pPr>
            <w:r>
              <w:rPr>
                <w:rStyle w:val="fontstyle01"/>
                <w:rFonts w:ascii="Corbel" w:hAnsi="Corbel"/>
              </w:rPr>
              <w:t xml:space="preserve">Wyczesany J., Mikrut A., </w:t>
            </w:r>
            <w:r w:rsidR="00265239"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Kształcenie zintegrowane dzieci o specja</w:t>
            </w:r>
            <w:r w:rsidR="00265239"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l</w:t>
            </w:r>
            <w:r w:rsidR="00265239"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nych potrzebach edukacyjnych</w:t>
            </w:r>
            <w:r w:rsidR="00265239" w:rsidRPr="00387ED9">
              <w:rPr>
                <w:rStyle w:val="fontstyle21"/>
                <w:rFonts w:ascii="Corbel" w:hAnsi="Corbel"/>
                <w:sz w:val="24"/>
                <w:szCs w:val="24"/>
              </w:rPr>
              <w:t>, Kraków, 2002, Wydawnictwo Naukowe AP</w:t>
            </w:r>
            <w:r w:rsidR="00265239" w:rsidRPr="00387ED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="00265239" w:rsidRPr="00387ED9" w:rsidRDefault="00265239" w:rsidP="00092DBE">
            <w:pPr>
              <w:spacing w:after="0" w:line="240" w:lineRule="auto"/>
              <w:ind w:left="318" w:hanging="318"/>
              <w:jc w:val="both"/>
              <w:rPr>
                <w:rStyle w:val="fontstyle21"/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Akty prawne: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Ustawa z dnia 26 stycznia 1982 r. Karta Nauczyciela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1189), zwłaszcza Art. 6. Pkt 2 oraz Art. 42. pkt 2 i 2d;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Ustawa z dnia 7 września 1991 r. o systemie oświaty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2016 r., poz. 1943 ze zm. z 2016 r., poz. 1954, 1985 i 2169, z 2017 r., poz. 60, 949 i. 1292), zwłaszcza Art. 44c, Art. 44d, Art. 44f ust.7, Art. 44h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,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ust. 3–4 i 5, Art.44i ust. 7, Art. 44o ust. 2–3 i 5–6, Art. 44zb;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Ustawa z dnia 14 grudnia 2016 r. Prawo oświatowe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59 i 949) zwłaszcza Art. 1 pkt 5, Art. 4 pkt 24, 32 i 33, Art. 5, Art. 11 ust. 2-3 i 6, Art. 26, Art. 36 ust. 4–6, Art. 37 ust. 7, Art. 38, 39 ust. 4, Art. 44, Art. 47 ust. 1 pkt 3, 5 i 7, Art. 55 ust. 1–2, Art. 68 ust.1 pkt 7 i 10, Ar</w:t>
            </w:r>
            <w:r w:rsidR="00092DBE">
              <w:rPr>
                <w:rFonts w:ascii="Corbel" w:hAnsi="Corbel" w:cs="Calibri"/>
                <w:color w:val="000000"/>
                <w:sz w:val="24"/>
                <w:szCs w:val="24"/>
              </w:rPr>
              <w:t xml:space="preserve">t. 98 ust. 1. pkt 4 i 8, ust. 2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pkt 1 i 2, Art. 102 ust. 1 pkt 3–4 i 9 oraz 12, Art. 109 ust. 1 pkt 5 i ust 5, Art. 110, Art. 127, Art. 131 ust 2 pkt 2–5;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28 sierpnia 2017 r. zmieniające rozporządzenie w sprawie zasad udzielania i organizacji p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mocy psychologic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zno-pedagogicznej w publicznych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przedszkolach, szk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łach i placówkach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1643);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9 sierpnia 2017 r. w sprawie zasad organizacji i u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dzielania pomocy psychologiczno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pedag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gicznej w publicznych przedszkolach, szkołach i placówkach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1591);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28 sierpnia 2017 r. zmieniające rozporządzenie w sprawie warunków organizowania kszta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ł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cenia, wychowania i opieki dla dzieci i młodzieży niepełnosprawnych, niedostosowanych społecznie i zagrożonych niedostosowaniem społec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nym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1652);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9 sierpnia 2017 r. w sprawie warunków organizowania kształcenia, wychowania i opieki dla dzieci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i młodzieży niepełnosprawnych,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niedostosowanych społecznie i zagrożonych niedostosowaniem społecznym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1578);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28 sierpnia 2017 r. zmieniające rozporządzenie w sprawie indywidualnego obowiązkowego rocznego przy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gotowania przedszkolnego dzieci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i indywidualnego na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u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czania dzieci i młodzieży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1656);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9 sierpnia 2017 r. w sprawie indywidualnego obowiązkowego rocznego przygotowa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nia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przedszkolnego dzieci i indywidualnego nauczania dzieci i młodzieży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1616);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17 marca 2017 r. w sprawie szczegółowej organizacji publicznych szkół i publicznych prze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szkoli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649) zwłaszcza § 10 ust. 3–4, § 17 ust. 1 pkt 8;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25 sierpnia 2017 r. w sprawie sposobu prowadzenia przez publiczne przedszkola, szkoły i pl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a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cówki do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kumentacji przebiegu nauczania,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działalności wychowawczej i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lastRenderedPageBreak/>
              <w:t xml:space="preserve">opiekuńczej oraz rodzajów tej dokumentacji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1646), zwłaszcza § 11, § 13, § 18, § 19;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14 lutego 2017 r. w sprawie podstawy programowej wychowania przedszkolnego oraz po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stawy programowej kształcenia ogólnego dla szkoły podstawowej, w tym dla uczniów z niepełnosprawnością intelektualną w stopniu umia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kowanym lub znacznym, kształcenia ogólnego dla branżowej szkoły I stopnia, kształcenia ogólnego dla szkoły specjalnej przysposabiającej do pracy oraz kształcenia ogólnego dla szkoły policealnej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356);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27 sierpnia 2012 r. w sprawie podstawy programowej wychowania przedszkolnego oraz kształcenia ogólnego w poszczególnych typach szkół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2012 r., poz. 977 ze zm.);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24 sierpnia 2017 r. w sprawie organizowania wczesnego wspomagania rozwoju dzieci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1635);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1 lutego 2013 r. w sprawie zasad działania pub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licznych poradni psychologiczno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pedag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gicznych, w tym public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znych poradni specjalistycznych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2013 r., poz. 199 oraz z 2017 r., poz. 1647);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7 września 2017 r. w sprawie orzeczeń i opinii wydawanych przez zespoły orzekające działaj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ą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ce w publicznych poradniach psychologicznopedagogicznych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1743);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11 sierpnia 2017 r. w sprawie publicznych placówek oświatowo-wychowawczych, młodzież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wych ośrodków wychowawczych, młodzieżowych ośrodków socjoterapii, specjalnych ośrodków szkolno-wychowawczych, specjalnych ośrodków wychowawczych, ośrodków rewalidacyjno-wychowawczych oraz plac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ó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wek zapewniających opiekę i wychowanie uczniom w okresie pobierania nauki poz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a miejscem stałego zamieszkania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1606)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</w:tr>
      <w:tr w:rsidR="00265239" w:rsidRPr="00387ED9" w:rsidTr="00265239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39" w:rsidRPr="00387ED9" w:rsidRDefault="00265239" w:rsidP="003369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265239" w:rsidRPr="00387ED9" w:rsidRDefault="00265239" w:rsidP="00092DBE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265239">
              <w:rPr>
                <w:rStyle w:val="fontstyle01"/>
                <w:rFonts w:ascii="Corbel" w:hAnsi="Corbel"/>
                <w:color w:val="auto"/>
              </w:rPr>
              <w:t xml:space="preserve">Barłóg K., Mach A., </w:t>
            </w:r>
            <w:proofErr w:type="spellStart"/>
            <w:r w:rsidRPr="00265239">
              <w:rPr>
                <w:rStyle w:val="fontstyle01"/>
                <w:rFonts w:ascii="Corbel" w:hAnsi="Corbel"/>
                <w:color w:val="auto"/>
              </w:rPr>
              <w:t>Zaborniak</w:t>
            </w:r>
            <w:proofErr w:type="spellEnd"/>
            <w:r w:rsidRPr="00265239">
              <w:rPr>
                <w:rStyle w:val="fontstyle01"/>
                <w:rFonts w:ascii="Corbel" w:hAnsi="Corbel"/>
                <w:color w:val="auto"/>
              </w:rPr>
              <w:t>-Sobczak M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.: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Odkrywanie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 </w:t>
            </w:r>
            <w:r w:rsidR="00092DBE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 xml:space="preserve">talentów.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 xml:space="preserve">Konteksty edukacji i rozwoju.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Rzeszów 2012.</w:t>
            </w:r>
          </w:p>
          <w:p w:rsidR="00265239" w:rsidRPr="00387ED9" w:rsidRDefault="00265239" w:rsidP="00092DBE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265239">
              <w:rPr>
                <w:rStyle w:val="fontstyle01"/>
                <w:rFonts w:ascii="Corbel" w:hAnsi="Corbel"/>
                <w:color w:val="auto"/>
              </w:rPr>
              <w:t>Chodkowska M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., </w:t>
            </w:r>
            <w:r w:rsidRPr="00265239">
              <w:rPr>
                <w:rStyle w:val="fontstyle01"/>
                <w:rFonts w:ascii="Corbel" w:hAnsi="Corbel"/>
                <w:color w:val="auto"/>
              </w:rPr>
              <w:t>Osik-</w:t>
            </w:r>
            <w:proofErr w:type="spellStart"/>
            <w:r w:rsidRPr="00265239">
              <w:rPr>
                <w:rStyle w:val="fontstyle01"/>
                <w:rFonts w:ascii="Corbel" w:hAnsi="Corbel"/>
                <w:color w:val="auto"/>
              </w:rPr>
              <w:t>Chudowolska</w:t>
            </w:r>
            <w:proofErr w:type="spellEnd"/>
            <w:r w:rsidRPr="00265239">
              <w:rPr>
                <w:rStyle w:val="fontstyle01"/>
                <w:rFonts w:ascii="Corbel" w:hAnsi="Corbel"/>
                <w:color w:val="auto"/>
              </w:rPr>
              <w:t xml:space="preserve"> D.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(red.): Osoba z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upośledzeniem umysłowym w realiach współczesnego świata.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Kraków 2011.</w:t>
            </w:r>
          </w:p>
          <w:p w:rsidR="00265239" w:rsidRPr="00387ED9" w:rsidRDefault="00265239" w:rsidP="00092DBE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proofErr w:type="spellStart"/>
            <w:r w:rsidRPr="00265239">
              <w:rPr>
                <w:rStyle w:val="fontstyle01"/>
                <w:rFonts w:ascii="Corbel" w:hAnsi="Corbel"/>
                <w:color w:val="auto"/>
              </w:rPr>
              <w:t>Głodkowska</w:t>
            </w:r>
            <w:proofErr w:type="spellEnd"/>
            <w:r w:rsidRPr="00265239">
              <w:rPr>
                <w:rStyle w:val="fontstyle01"/>
                <w:rFonts w:ascii="Corbel" w:hAnsi="Corbel"/>
                <w:color w:val="auto"/>
              </w:rPr>
              <w:t xml:space="preserve"> J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.: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Poznanie ucznia szkoły specjalnej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. Warszawa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1999.</w:t>
            </w:r>
          </w:p>
          <w:p w:rsidR="00265239" w:rsidRPr="00387ED9" w:rsidRDefault="00265239" w:rsidP="00092DBE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265239">
              <w:rPr>
                <w:rStyle w:val="fontstyle01"/>
                <w:rFonts w:ascii="Corbel" w:hAnsi="Corbel"/>
                <w:color w:val="auto"/>
              </w:rPr>
              <w:t>Jakoniuk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-</w:t>
            </w:r>
            <w:proofErr w:type="spellStart"/>
            <w:r w:rsidRPr="00265239">
              <w:rPr>
                <w:rStyle w:val="fontstyle01"/>
                <w:rFonts w:ascii="Corbel" w:hAnsi="Corbel"/>
                <w:color w:val="auto"/>
              </w:rPr>
              <w:t>Diallo</w:t>
            </w:r>
            <w:proofErr w:type="spellEnd"/>
            <w:r w:rsidRPr="00265239">
              <w:rPr>
                <w:rStyle w:val="fontstyle01"/>
                <w:rFonts w:ascii="Corbel" w:hAnsi="Corbel"/>
                <w:color w:val="auto"/>
              </w:rPr>
              <w:t xml:space="preserve"> A., Kubiak H.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(red.):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O co pytają rodzice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dzieci z ni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e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 xml:space="preserve">pełnosprawnością?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Warszawa 2010.</w:t>
            </w:r>
          </w:p>
          <w:p w:rsidR="00265239" w:rsidRPr="00387ED9" w:rsidRDefault="00265239" w:rsidP="00092DBE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265239">
              <w:rPr>
                <w:rFonts w:ascii="Corbel" w:hAnsi="Corbel"/>
                <w:sz w:val="24"/>
                <w:szCs w:val="24"/>
              </w:rPr>
              <w:t>Łoskot M., Scenariusze zajęć d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o pracy z uczniem o specjalnych </w:t>
            </w:r>
            <w:r w:rsidRPr="00265239">
              <w:rPr>
                <w:rFonts w:ascii="Corbel" w:hAnsi="Corbel"/>
                <w:sz w:val="24"/>
                <w:szCs w:val="24"/>
              </w:rPr>
              <w:t>potrz</w:t>
            </w:r>
            <w:r w:rsidRPr="00265239">
              <w:rPr>
                <w:rFonts w:ascii="Corbel" w:hAnsi="Corbel"/>
                <w:sz w:val="24"/>
                <w:szCs w:val="24"/>
              </w:rPr>
              <w:t>e</w:t>
            </w:r>
            <w:r w:rsidRPr="00265239">
              <w:rPr>
                <w:rFonts w:ascii="Corbel" w:hAnsi="Corbel"/>
                <w:sz w:val="24"/>
                <w:szCs w:val="24"/>
              </w:rPr>
              <w:t xml:space="preserve">bach edukacyjnych // W : Problemy wychowawcze dzieci i młodzieży T. 2., pod red. Małgorzaty Łoskot - Poznań : Wydaw. FORUM 2010. </w:t>
            </w:r>
          </w:p>
          <w:p w:rsidR="00265239" w:rsidRPr="00265239" w:rsidRDefault="00265239" w:rsidP="00092DBE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65239">
              <w:rPr>
                <w:rFonts w:ascii="Corbel" w:hAnsi="Corbel"/>
                <w:b w:val="0"/>
                <w:smallCaps w:val="0"/>
                <w:szCs w:val="24"/>
              </w:rPr>
              <w:t>Minczakiewicz</w:t>
            </w:r>
            <w:proofErr w:type="spellEnd"/>
            <w:r w:rsidRPr="002652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65239">
              <w:rPr>
                <w:rFonts w:ascii="Corbel" w:hAnsi="Corbel"/>
                <w:b w:val="0"/>
                <w:smallCaps w:val="0"/>
                <w:szCs w:val="24"/>
              </w:rPr>
              <w:t>E.,Jak</w:t>
            </w:r>
            <w:proofErr w:type="spellEnd"/>
            <w:r w:rsidRPr="002652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92DBE">
              <w:rPr>
                <w:rFonts w:ascii="Corbel" w:hAnsi="Corbel"/>
                <w:b w:val="0"/>
                <w:smallCaps w:val="0"/>
                <w:szCs w:val="24"/>
              </w:rPr>
              <w:t xml:space="preserve">krok po kroku wprowadzać dzieci </w:t>
            </w:r>
            <w:r w:rsidRPr="00265239">
              <w:rPr>
                <w:rFonts w:ascii="Corbel" w:hAnsi="Corbel"/>
                <w:b w:val="0"/>
                <w:smallCaps w:val="0"/>
                <w:szCs w:val="24"/>
              </w:rPr>
              <w:t>o specjalnych potrzebach edukacyjnych w świat zabawy i nauki, Kraków : "Impuls",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1D5" w:rsidRDefault="00D561D5" w:rsidP="00C16ABF">
      <w:pPr>
        <w:spacing w:after="0" w:line="240" w:lineRule="auto"/>
      </w:pPr>
      <w:r>
        <w:separator/>
      </w:r>
    </w:p>
  </w:endnote>
  <w:endnote w:type="continuationSeparator" w:id="0">
    <w:p w:rsidR="00D561D5" w:rsidRDefault="00D561D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1D5" w:rsidRDefault="00D561D5" w:rsidP="00C16ABF">
      <w:pPr>
        <w:spacing w:after="0" w:line="240" w:lineRule="auto"/>
      </w:pPr>
      <w:r>
        <w:separator/>
      </w:r>
    </w:p>
  </w:footnote>
  <w:footnote w:type="continuationSeparator" w:id="0">
    <w:p w:rsidR="00D561D5" w:rsidRDefault="00D561D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E50"/>
    <w:rsid w:val="00070ED6"/>
    <w:rsid w:val="000742DC"/>
    <w:rsid w:val="00084C12"/>
    <w:rsid w:val="00092DBE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09E6"/>
    <w:rsid w:val="000F1C57"/>
    <w:rsid w:val="000F5615"/>
    <w:rsid w:val="00115C2E"/>
    <w:rsid w:val="00124BFF"/>
    <w:rsid w:val="0012560E"/>
    <w:rsid w:val="00127108"/>
    <w:rsid w:val="00134B13"/>
    <w:rsid w:val="00146BC0"/>
    <w:rsid w:val="00153C41"/>
    <w:rsid w:val="00154381"/>
    <w:rsid w:val="00156EB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5239"/>
    <w:rsid w:val="0026566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A7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28A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124"/>
    <w:rsid w:val="004F1551"/>
    <w:rsid w:val="004F55A3"/>
    <w:rsid w:val="0050496F"/>
    <w:rsid w:val="00513B6F"/>
    <w:rsid w:val="00517C63"/>
    <w:rsid w:val="00526C94"/>
    <w:rsid w:val="00530D49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12C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1E8"/>
    <w:rsid w:val="007327BD"/>
    <w:rsid w:val="00734608"/>
    <w:rsid w:val="00745302"/>
    <w:rsid w:val="007461D6"/>
    <w:rsid w:val="00746EC8"/>
    <w:rsid w:val="00754C62"/>
    <w:rsid w:val="00763BF1"/>
    <w:rsid w:val="00766FD4"/>
    <w:rsid w:val="0078168C"/>
    <w:rsid w:val="00787C2A"/>
    <w:rsid w:val="00790E27"/>
    <w:rsid w:val="007937F9"/>
    <w:rsid w:val="007A3998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7B25"/>
    <w:rsid w:val="008449B3"/>
    <w:rsid w:val="0085747A"/>
    <w:rsid w:val="00884922"/>
    <w:rsid w:val="00885F64"/>
    <w:rsid w:val="00887C25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5E8"/>
    <w:rsid w:val="008F6E29"/>
    <w:rsid w:val="00916188"/>
    <w:rsid w:val="00923D7D"/>
    <w:rsid w:val="009508DF"/>
    <w:rsid w:val="00950DAC"/>
    <w:rsid w:val="00954A07"/>
    <w:rsid w:val="009941E1"/>
    <w:rsid w:val="00997F14"/>
    <w:rsid w:val="009A78D9"/>
    <w:rsid w:val="009B3F5B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4C7"/>
    <w:rsid w:val="00A97DE1"/>
    <w:rsid w:val="00AB053C"/>
    <w:rsid w:val="00AC0BB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BC5"/>
    <w:rsid w:val="00B135B1"/>
    <w:rsid w:val="00B3130B"/>
    <w:rsid w:val="00B40ADB"/>
    <w:rsid w:val="00B43B77"/>
    <w:rsid w:val="00B43E80"/>
    <w:rsid w:val="00B607DB"/>
    <w:rsid w:val="00B64446"/>
    <w:rsid w:val="00B66529"/>
    <w:rsid w:val="00B75946"/>
    <w:rsid w:val="00B8056E"/>
    <w:rsid w:val="00B819C8"/>
    <w:rsid w:val="00B82308"/>
    <w:rsid w:val="00B90885"/>
    <w:rsid w:val="00BA6BB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29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1D5"/>
    <w:rsid w:val="00D608D1"/>
    <w:rsid w:val="00D74119"/>
    <w:rsid w:val="00D8075B"/>
    <w:rsid w:val="00D83CAA"/>
    <w:rsid w:val="00D83F91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89D"/>
    <w:rsid w:val="00E51E44"/>
    <w:rsid w:val="00E63348"/>
    <w:rsid w:val="00E63902"/>
    <w:rsid w:val="00E77E88"/>
    <w:rsid w:val="00E8107D"/>
    <w:rsid w:val="00E960BB"/>
    <w:rsid w:val="00EA2074"/>
    <w:rsid w:val="00EA4832"/>
    <w:rsid w:val="00EA4E9D"/>
    <w:rsid w:val="00EB78D9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04B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AC0BBD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754C62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265239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AC0BBD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754C62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265239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255C4-5D92-4F3F-BC4E-D9F3756EB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2293</Words>
  <Characters>13762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2019-10-20T06:58:00Z</cp:lastPrinted>
  <dcterms:created xsi:type="dcterms:W3CDTF">2019-12-02T16:45:00Z</dcterms:created>
  <dcterms:modified xsi:type="dcterms:W3CDTF">2021-01-22T07:44:00Z</dcterms:modified>
</cp:coreProperties>
</file>